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5E7A8" w14:textId="77777777" w:rsidR="00B87CC9" w:rsidRPr="007A37E2" w:rsidRDefault="00B87CC9" w:rsidP="00B87CC9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B87CC9" w:rsidRPr="005B4876" w14:paraId="5210F85A" w14:textId="77777777" w:rsidTr="005E5207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4FBE9" w14:textId="77777777" w:rsidR="00B87CC9" w:rsidRPr="004A327B" w:rsidRDefault="00B87CC9" w:rsidP="005E5207">
            <w:pPr>
              <w:pStyle w:val="a8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B87CC9" w:rsidRPr="005B4876" w14:paraId="6E7E69A8" w14:textId="77777777" w:rsidTr="005E5207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4854F" w14:textId="77777777" w:rsidR="00B87CC9" w:rsidRDefault="00B87CC9" w:rsidP="005E5207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местоположения границ населенных пунктов, территориальных зон, </w:t>
            </w:r>
          </w:p>
          <w:p w14:paraId="5E4B2820" w14:textId="77777777" w:rsidR="00B87CC9" w:rsidRDefault="00B87CC9" w:rsidP="005E5207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особо охраняемых природных территорий, </w:t>
            </w:r>
          </w:p>
          <w:p w14:paraId="044F3A5B" w14:textId="77777777" w:rsidR="00B87CC9" w:rsidRDefault="00B87CC9" w:rsidP="005E5207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>зон с особыми условиями использования территории</w:t>
            </w:r>
          </w:p>
        </w:tc>
      </w:tr>
      <w:tr w:rsidR="00B87CC9" w:rsidRPr="005B4876" w14:paraId="0B98F9E1" w14:textId="77777777" w:rsidTr="005E5207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83F81" w14:textId="77777777" w:rsidR="00B87CC9" w:rsidRDefault="00B87CC9" w:rsidP="005E5207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B87CC9" w:rsidRPr="005B4876" w14:paraId="1801AFF4" w14:textId="77777777" w:rsidTr="005E5207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6E132" w14:textId="77777777" w:rsidR="00B87CC9" w:rsidRPr="00741DEC" w:rsidRDefault="00B87CC9" w:rsidP="005E5207">
            <w:pPr>
              <w:pStyle w:val="a8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"Р2. Зона объектов отдыха и туризма" МО сельского поселения Ура-Губа Кольского муниципального района Мурманской области</w:t>
            </w:r>
          </w:p>
          <w:p w14:paraId="30E9E4F7" w14:textId="77777777" w:rsidR="00B87CC9" w:rsidRPr="00741DEC" w:rsidRDefault="00B87CC9" w:rsidP="005E5207">
            <w:pPr>
              <w:pStyle w:val="a8"/>
              <w:jc w:val="center"/>
              <w:rPr>
                <w:u w:val="single"/>
              </w:rPr>
            </w:pPr>
          </w:p>
        </w:tc>
      </w:tr>
      <w:tr w:rsidR="00B87CC9" w:rsidRPr="005B4876" w14:paraId="747D6C9A" w14:textId="77777777" w:rsidTr="005E5207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7D685" w14:textId="77777777" w:rsidR="00B87CC9" w:rsidRPr="003C6D38" w:rsidRDefault="00B87CC9" w:rsidP="005E5207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B87CC9" w:rsidRPr="005B4876" w14:paraId="747B5DA3" w14:textId="77777777" w:rsidTr="005E5207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C4A4F" w14:textId="77777777" w:rsidR="00B87CC9" w:rsidRPr="005A5528" w:rsidRDefault="00B87CC9" w:rsidP="005E5207">
            <w:pPr>
              <w:pStyle w:val="1"/>
              <w:spacing w:line="240" w:lineRule="atLeast"/>
              <w:jc w:val="center"/>
            </w:pPr>
          </w:p>
        </w:tc>
      </w:tr>
      <w:tr w:rsidR="00B87CC9" w:rsidRPr="005B4876" w14:paraId="6ED0766A" w14:textId="77777777" w:rsidTr="005E5207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4251C" w14:textId="77777777" w:rsidR="00B87CC9" w:rsidRPr="005A5528" w:rsidRDefault="00B87CC9" w:rsidP="005E5207">
            <w:pPr>
              <w:pStyle w:val="1"/>
              <w:spacing w:line="240" w:lineRule="atLeast"/>
              <w:jc w:val="center"/>
            </w:pPr>
          </w:p>
        </w:tc>
      </w:tr>
      <w:tr w:rsidR="00B87CC9" w:rsidRPr="005B4876" w14:paraId="2FDA8501" w14:textId="77777777" w:rsidTr="005E5207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E5BB924" w14:textId="77777777" w:rsidR="00B87CC9" w:rsidRPr="005A5528" w:rsidRDefault="00B87CC9" w:rsidP="005E5207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B87CC9" w:rsidRPr="005B4876" w14:paraId="79F95E74" w14:textId="77777777" w:rsidTr="005E5207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6D2D328E" w14:textId="77777777" w:rsidR="00B87CC9" w:rsidRPr="005A5528" w:rsidRDefault="00B87CC9" w:rsidP="005E520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B87CC9" w:rsidRPr="005B4876" w14:paraId="637F0773" w14:textId="77777777" w:rsidTr="005E5207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6EA9857E" w14:textId="77777777" w:rsidR="00B87CC9" w:rsidRPr="005A5528" w:rsidRDefault="00B87CC9" w:rsidP="005E520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78732EA0" w14:textId="77777777" w:rsidR="00B87CC9" w:rsidRPr="005A5528" w:rsidRDefault="00B87CC9" w:rsidP="005E520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75D0BA11" w14:textId="77777777" w:rsidR="00B87CC9" w:rsidRPr="005A5528" w:rsidRDefault="00B87CC9" w:rsidP="005E520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B87CC9" w:rsidRPr="005B4876" w14:paraId="2C00042E" w14:textId="77777777" w:rsidTr="005E520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1B4DA890" w14:textId="77777777" w:rsidR="00B87CC9" w:rsidRPr="005A5528" w:rsidRDefault="00B87CC9" w:rsidP="005E520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0D48515D" w14:textId="77777777" w:rsidR="00B87CC9" w:rsidRPr="005A5528" w:rsidRDefault="00B87CC9" w:rsidP="005E520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2A662757" w14:textId="77777777" w:rsidR="00B87CC9" w:rsidRPr="005A5528" w:rsidRDefault="00B87CC9" w:rsidP="005E520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B87CC9" w:rsidRPr="005B4876" w14:paraId="3D5CB637" w14:textId="77777777" w:rsidTr="005E520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17AD2ECE" w14:textId="77777777" w:rsidR="00B87CC9" w:rsidRPr="005A5528" w:rsidRDefault="00B87CC9" w:rsidP="005E520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69E9635C" w14:textId="77777777" w:rsidR="00B87CC9" w:rsidRPr="005A5528" w:rsidRDefault="00B87CC9" w:rsidP="005E5207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3995A80C" w14:textId="77777777" w:rsidR="00B87CC9" w:rsidRPr="00B87CC9" w:rsidRDefault="00B87CC9" w:rsidP="005E5207">
            <w:pPr>
              <w:pStyle w:val="1"/>
              <w:rPr>
                <w:sz w:val="20"/>
                <w:szCs w:val="24"/>
              </w:rPr>
            </w:pPr>
            <w:r w:rsidRPr="00B87CC9">
              <w:rPr>
                <w:sz w:val="20"/>
                <w:szCs w:val="24"/>
              </w:rPr>
              <w:t>Мурманская область, муниципальный район Кольский, сельское поселение Ура-Губа</w:t>
            </w:r>
          </w:p>
        </w:tc>
      </w:tr>
      <w:tr w:rsidR="00B87CC9" w:rsidRPr="005B4876" w14:paraId="58818514" w14:textId="77777777" w:rsidTr="005E520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28C73E5D" w14:textId="77777777" w:rsidR="00B87CC9" w:rsidRPr="005A5528" w:rsidRDefault="00B87CC9" w:rsidP="005E520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7EB03C37" w14:textId="77777777" w:rsidR="00B87CC9" w:rsidRPr="005A5528" w:rsidRDefault="00B87CC9" w:rsidP="005E5207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4A03004B" w14:textId="77777777" w:rsidR="00B87CC9" w:rsidRPr="005A5528" w:rsidRDefault="00B87CC9" w:rsidP="005E5207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702F0FE4" w14:textId="77777777" w:rsidR="00B87CC9" w:rsidRPr="005A5528" w:rsidRDefault="00B87CC9" w:rsidP="005E5207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11666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37.80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B87CC9" w:rsidRPr="005B4876" w14:paraId="7521C57F" w14:textId="77777777" w:rsidTr="005E520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7BDB35CA" w14:textId="77777777" w:rsidR="00B87CC9" w:rsidRPr="005A5528" w:rsidRDefault="00B87CC9" w:rsidP="005E5207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23AB8B4F" w14:textId="77777777" w:rsidR="00B87CC9" w:rsidRPr="005A5528" w:rsidRDefault="00B87CC9" w:rsidP="005E5207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070C122C" w14:textId="77777777" w:rsidR="00B87CC9" w:rsidRPr="005A5528" w:rsidRDefault="00B87CC9" w:rsidP="005E5207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2BA29D16" w14:textId="77777777" w:rsidR="00B87CC9" w:rsidRDefault="00B87CC9" w:rsidP="00B87CC9"/>
    <w:p w14:paraId="5960EE7E" w14:textId="19337E85" w:rsidR="00B87CC9" w:rsidRDefault="00B87CC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78976C7" w14:textId="77777777"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7E433768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76AA4C6F" w14:textId="77777777"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7B620454" w14:textId="77777777" w:rsidTr="005232A7">
        <w:trPr>
          <w:trHeight w:val="430"/>
        </w:trPr>
        <w:tc>
          <w:tcPr>
            <w:tcW w:w="10632" w:type="dxa"/>
            <w:gridSpan w:val="6"/>
          </w:tcPr>
          <w:p w14:paraId="73B17EFF" w14:textId="77777777"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785C09B1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7A4D08EB" w14:textId="77777777"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МСК-51, зона 1</w:t>
            </w:r>
          </w:p>
        </w:tc>
      </w:tr>
      <w:tr w:rsidR="006E1041" w:rsidRPr="002E6E74" w14:paraId="7ED7F629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7DECC1E9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2A9C62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3E0B801A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5A3E2D00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1E5144C0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2EC734DF" w14:textId="77777777"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2B440E8D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6CEF1242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0154BC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4C7860D6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4127D3E6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2FF8F672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7D134FB9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68E66404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6997D860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39C3FA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2ACDB4D5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309F264C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648D0B8F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12015C42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593D0FF7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169A5538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705727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753E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14:paraId="62F44B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0EEFC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B63F8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53C10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C41B8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48DF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964B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52D4CB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678918.93</w:t>
            </w:r>
          </w:p>
        </w:tc>
        <w:tc>
          <w:tcPr>
            <w:tcW w:w="1562" w:type="dxa"/>
          </w:tcPr>
          <w:p w14:paraId="488B17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1430296.06</w:t>
            </w:r>
          </w:p>
        </w:tc>
        <w:tc>
          <w:tcPr>
            <w:tcW w:w="2134" w:type="dxa"/>
          </w:tcPr>
          <w:p w14:paraId="1B0C1D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D1EC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5FB8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627E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A9D1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30E646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678955.00</w:t>
            </w:r>
          </w:p>
        </w:tc>
        <w:tc>
          <w:tcPr>
            <w:tcW w:w="1562" w:type="dxa"/>
          </w:tcPr>
          <w:p w14:paraId="0D1C8D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1430271.02</w:t>
            </w:r>
          </w:p>
        </w:tc>
        <w:tc>
          <w:tcPr>
            <w:tcW w:w="2134" w:type="dxa"/>
          </w:tcPr>
          <w:p w14:paraId="1B6175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EB74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D729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6295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A005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730C8A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678967.26</w:t>
            </w:r>
          </w:p>
        </w:tc>
        <w:tc>
          <w:tcPr>
            <w:tcW w:w="1562" w:type="dxa"/>
          </w:tcPr>
          <w:p w14:paraId="431FC8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1430307.29</w:t>
            </w:r>
          </w:p>
        </w:tc>
        <w:tc>
          <w:tcPr>
            <w:tcW w:w="2134" w:type="dxa"/>
          </w:tcPr>
          <w:p w14:paraId="3563B3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F876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E092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14AF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FCA9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640BF3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678975.84</w:t>
            </w:r>
          </w:p>
        </w:tc>
        <w:tc>
          <w:tcPr>
            <w:tcW w:w="1562" w:type="dxa"/>
          </w:tcPr>
          <w:p w14:paraId="39987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1430323.25</w:t>
            </w:r>
          </w:p>
        </w:tc>
        <w:tc>
          <w:tcPr>
            <w:tcW w:w="2134" w:type="dxa"/>
          </w:tcPr>
          <w:p w14:paraId="28EB28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6EAB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BD5F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AFC8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A477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509232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679004.35</w:t>
            </w:r>
          </w:p>
        </w:tc>
        <w:tc>
          <w:tcPr>
            <w:tcW w:w="1562" w:type="dxa"/>
          </w:tcPr>
          <w:p w14:paraId="13B1C6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1430337.29</w:t>
            </w:r>
          </w:p>
        </w:tc>
        <w:tc>
          <w:tcPr>
            <w:tcW w:w="2134" w:type="dxa"/>
          </w:tcPr>
          <w:p w14:paraId="260E1D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88B2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2F0A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E180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A6B7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78C7A1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679020.79</w:t>
            </w:r>
          </w:p>
        </w:tc>
        <w:tc>
          <w:tcPr>
            <w:tcW w:w="1562" w:type="dxa"/>
          </w:tcPr>
          <w:p w14:paraId="1D79EA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1430335.16</w:t>
            </w:r>
          </w:p>
        </w:tc>
        <w:tc>
          <w:tcPr>
            <w:tcW w:w="2134" w:type="dxa"/>
          </w:tcPr>
          <w:p w14:paraId="691C8F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BC59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D113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D3B5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FC35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19A4B5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679009.28</w:t>
            </w:r>
          </w:p>
        </w:tc>
        <w:tc>
          <w:tcPr>
            <w:tcW w:w="1562" w:type="dxa"/>
          </w:tcPr>
          <w:p w14:paraId="5EE010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1430420.46</w:t>
            </w:r>
          </w:p>
        </w:tc>
        <w:tc>
          <w:tcPr>
            <w:tcW w:w="2134" w:type="dxa"/>
          </w:tcPr>
          <w:p w14:paraId="54D4CF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3AF9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798A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E632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E746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08840C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678979.59</w:t>
            </w:r>
          </w:p>
        </w:tc>
        <w:tc>
          <w:tcPr>
            <w:tcW w:w="1562" w:type="dxa"/>
          </w:tcPr>
          <w:p w14:paraId="4CDD57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1430427.06</w:t>
            </w:r>
          </w:p>
        </w:tc>
        <w:tc>
          <w:tcPr>
            <w:tcW w:w="2134" w:type="dxa"/>
          </w:tcPr>
          <w:p w14:paraId="627312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AC11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2B58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FC36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2C0D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1F0AE5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678962.04</w:t>
            </w:r>
          </w:p>
        </w:tc>
        <w:tc>
          <w:tcPr>
            <w:tcW w:w="1562" w:type="dxa"/>
          </w:tcPr>
          <w:p w14:paraId="000162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1430428.10</w:t>
            </w:r>
          </w:p>
        </w:tc>
        <w:tc>
          <w:tcPr>
            <w:tcW w:w="2134" w:type="dxa"/>
          </w:tcPr>
          <w:p w14:paraId="501F9B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9211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BDF8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AB54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B1ED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01E300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678944.13</w:t>
            </w:r>
          </w:p>
        </w:tc>
        <w:tc>
          <w:tcPr>
            <w:tcW w:w="1562" w:type="dxa"/>
          </w:tcPr>
          <w:p w14:paraId="7C961A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1430422.50</w:t>
            </w:r>
          </w:p>
        </w:tc>
        <w:tc>
          <w:tcPr>
            <w:tcW w:w="2134" w:type="dxa"/>
          </w:tcPr>
          <w:p w14:paraId="25955C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1D05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6E33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298E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C518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0F45BD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678929.93</w:t>
            </w:r>
          </w:p>
        </w:tc>
        <w:tc>
          <w:tcPr>
            <w:tcW w:w="1562" w:type="dxa"/>
          </w:tcPr>
          <w:p w14:paraId="017348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1430374.43</w:t>
            </w:r>
          </w:p>
        </w:tc>
        <w:tc>
          <w:tcPr>
            <w:tcW w:w="2134" w:type="dxa"/>
          </w:tcPr>
          <w:p w14:paraId="3EAADB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A7B9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7F5D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B1A1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4B04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0EF4E4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678920.43</w:t>
            </w:r>
          </w:p>
        </w:tc>
        <w:tc>
          <w:tcPr>
            <w:tcW w:w="1562" w:type="dxa"/>
          </w:tcPr>
          <w:p w14:paraId="63FB1A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1430355.32</w:t>
            </w:r>
          </w:p>
        </w:tc>
        <w:tc>
          <w:tcPr>
            <w:tcW w:w="2134" w:type="dxa"/>
          </w:tcPr>
          <w:p w14:paraId="332F45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9BE8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4492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731A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9575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1DC578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678922.11</w:t>
            </w:r>
          </w:p>
        </w:tc>
        <w:tc>
          <w:tcPr>
            <w:tcW w:w="1562" w:type="dxa"/>
          </w:tcPr>
          <w:p w14:paraId="3BBE43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1430354.03</w:t>
            </w:r>
          </w:p>
        </w:tc>
        <w:tc>
          <w:tcPr>
            <w:tcW w:w="2134" w:type="dxa"/>
          </w:tcPr>
          <w:p w14:paraId="0D4249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03D2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BE31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F0BF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D101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66243D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678923.00</w:t>
            </w:r>
          </w:p>
        </w:tc>
        <w:tc>
          <w:tcPr>
            <w:tcW w:w="1562" w:type="dxa"/>
          </w:tcPr>
          <w:p w14:paraId="174EB5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1430335.95</w:t>
            </w:r>
          </w:p>
        </w:tc>
        <w:tc>
          <w:tcPr>
            <w:tcW w:w="2134" w:type="dxa"/>
          </w:tcPr>
          <w:p w14:paraId="418DA7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4FAA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42EF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F4D8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EF3F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265B86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678925.75</w:t>
            </w:r>
          </w:p>
        </w:tc>
        <w:tc>
          <w:tcPr>
            <w:tcW w:w="1562" w:type="dxa"/>
          </w:tcPr>
          <w:p w14:paraId="203CD7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1430305.05</w:t>
            </w:r>
          </w:p>
        </w:tc>
        <w:tc>
          <w:tcPr>
            <w:tcW w:w="2134" w:type="dxa"/>
          </w:tcPr>
          <w:p w14:paraId="592315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EC44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168B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C6E9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32A5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710DDD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678918.93</w:t>
            </w:r>
          </w:p>
        </w:tc>
        <w:tc>
          <w:tcPr>
            <w:tcW w:w="1562" w:type="dxa"/>
          </w:tcPr>
          <w:p w14:paraId="3BE4BE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1430296.06</w:t>
            </w:r>
          </w:p>
        </w:tc>
        <w:tc>
          <w:tcPr>
            <w:tcW w:w="2134" w:type="dxa"/>
          </w:tcPr>
          <w:p w14:paraId="517177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F155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5B0B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6C86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0323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14:paraId="6D6D26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F5E35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C36A5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76E3B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AED80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C859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66C5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7BBE21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679057.78</w:t>
            </w:r>
          </w:p>
        </w:tc>
        <w:tc>
          <w:tcPr>
            <w:tcW w:w="1562" w:type="dxa"/>
          </w:tcPr>
          <w:p w14:paraId="480BE3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1430432.61</w:t>
            </w:r>
          </w:p>
        </w:tc>
        <w:tc>
          <w:tcPr>
            <w:tcW w:w="2134" w:type="dxa"/>
          </w:tcPr>
          <w:p w14:paraId="0B1A5D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7F01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6982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53C8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217E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22F7FD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679048.73</w:t>
            </w:r>
          </w:p>
        </w:tc>
        <w:tc>
          <w:tcPr>
            <w:tcW w:w="1562" w:type="dxa"/>
          </w:tcPr>
          <w:p w14:paraId="1ECFD4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1430428.20</w:t>
            </w:r>
          </w:p>
        </w:tc>
        <w:tc>
          <w:tcPr>
            <w:tcW w:w="2134" w:type="dxa"/>
          </w:tcPr>
          <w:p w14:paraId="26131D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6DDA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5C20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6E9F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4E92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325A9A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679020.08</w:t>
            </w:r>
          </w:p>
        </w:tc>
        <w:tc>
          <w:tcPr>
            <w:tcW w:w="1562" w:type="dxa"/>
          </w:tcPr>
          <w:p w14:paraId="58F16C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1430426.06</w:t>
            </w:r>
          </w:p>
        </w:tc>
        <w:tc>
          <w:tcPr>
            <w:tcW w:w="2134" w:type="dxa"/>
          </w:tcPr>
          <w:p w14:paraId="40D02C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434E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366F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DF1A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DE0B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446042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679012.77</w:t>
            </w:r>
          </w:p>
        </w:tc>
        <w:tc>
          <w:tcPr>
            <w:tcW w:w="1562" w:type="dxa"/>
          </w:tcPr>
          <w:p w14:paraId="3BDD36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1430423.19</w:t>
            </w:r>
          </w:p>
        </w:tc>
        <w:tc>
          <w:tcPr>
            <w:tcW w:w="2134" w:type="dxa"/>
          </w:tcPr>
          <w:p w14:paraId="30896F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943E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348B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F878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122C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6D4A30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679009.28</w:t>
            </w:r>
          </w:p>
        </w:tc>
        <w:tc>
          <w:tcPr>
            <w:tcW w:w="1562" w:type="dxa"/>
          </w:tcPr>
          <w:p w14:paraId="523B93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1430420.46</w:t>
            </w:r>
          </w:p>
        </w:tc>
        <w:tc>
          <w:tcPr>
            <w:tcW w:w="2134" w:type="dxa"/>
          </w:tcPr>
          <w:p w14:paraId="52A3F5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FBD7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8427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AB75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2775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55C7DC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678985.73</w:t>
            </w:r>
          </w:p>
        </w:tc>
        <w:tc>
          <w:tcPr>
            <w:tcW w:w="1562" w:type="dxa"/>
          </w:tcPr>
          <w:p w14:paraId="6F4FC7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1430448.68</w:t>
            </w:r>
          </w:p>
        </w:tc>
        <w:tc>
          <w:tcPr>
            <w:tcW w:w="2134" w:type="dxa"/>
          </w:tcPr>
          <w:p w14:paraId="62B337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5CC8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9066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0C10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B75F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79E025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678983.79</w:t>
            </w:r>
          </w:p>
        </w:tc>
        <w:tc>
          <w:tcPr>
            <w:tcW w:w="1562" w:type="dxa"/>
          </w:tcPr>
          <w:p w14:paraId="271640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1430451.03</w:t>
            </w:r>
          </w:p>
        </w:tc>
        <w:tc>
          <w:tcPr>
            <w:tcW w:w="2134" w:type="dxa"/>
          </w:tcPr>
          <w:p w14:paraId="1BC395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44D4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95CD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8033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E08F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04FB8A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678979.35</w:t>
            </w:r>
          </w:p>
        </w:tc>
        <w:tc>
          <w:tcPr>
            <w:tcW w:w="1562" w:type="dxa"/>
          </w:tcPr>
          <w:p w14:paraId="40F343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1430463.64</w:t>
            </w:r>
          </w:p>
        </w:tc>
        <w:tc>
          <w:tcPr>
            <w:tcW w:w="2134" w:type="dxa"/>
          </w:tcPr>
          <w:p w14:paraId="4F71F4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B8BD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395B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3D83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4876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11FCF1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679001.73</w:t>
            </w:r>
          </w:p>
        </w:tc>
        <w:tc>
          <w:tcPr>
            <w:tcW w:w="1562" w:type="dxa"/>
          </w:tcPr>
          <w:p w14:paraId="2FC7FA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1430466.72</w:t>
            </w:r>
          </w:p>
        </w:tc>
        <w:tc>
          <w:tcPr>
            <w:tcW w:w="2134" w:type="dxa"/>
          </w:tcPr>
          <w:p w14:paraId="25F360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4CD8E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CCE37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EBB2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F3AB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47193F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679003.81</w:t>
            </w:r>
          </w:p>
        </w:tc>
        <w:tc>
          <w:tcPr>
            <w:tcW w:w="1562" w:type="dxa"/>
          </w:tcPr>
          <w:p w14:paraId="2EB38A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1430460.31</w:t>
            </w:r>
          </w:p>
        </w:tc>
        <w:tc>
          <w:tcPr>
            <w:tcW w:w="2134" w:type="dxa"/>
          </w:tcPr>
          <w:p w14:paraId="38D817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0390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CCB9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E1A6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1E5D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14:paraId="5CEA88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679009.27</w:t>
            </w:r>
          </w:p>
        </w:tc>
        <w:tc>
          <w:tcPr>
            <w:tcW w:w="1562" w:type="dxa"/>
          </w:tcPr>
          <w:p w14:paraId="2C7CE2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1430463.40</w:t>
            </w:r>
          </w:p>
        </w:tc>
        <w:tc>
          <w:tcPr>
            <w:tcW w:w="2134" w:type="dxa"/>
          </w:tcPr>
          <w:p w14:paraId="4E119A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6FB0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C8C9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27E5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CD26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3844AE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679009.40</w:t>
            </w:r>
          </w:p>
        </w:tc>
        <w:tc>
          <w:tcPr>
            <w:tcW w:w="1562" w:type="dxa"/>
          </w:tcPr>
          <w:p w14:paraId="3DE544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1430452.42</w:t>
            </w:r>
          </w:p>
        </w:tc>
        <w:tc>
          <w:tcPr>
            <w:tcW w:w="2134" w:type="dxa"/>
          </w:tcPr>
          <w:p w14:paraId="1F9009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D157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20F3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DE48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A138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4CFF10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679012.43</w:t>
            </w:r>
          </w:p>
        </w:tc>
        <w:tc>
          <w:tcPr>
            <w:tcW w:w="1562" w:type="dxa"/>
          </w:tcPr>
          <w:p w14:paraId="702AF8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1430444.94</w:t>
            </w:r>
          </w:p>
        </w:tc>
        <w:tc>
          <w:tcPr>
            <w:tcW w:w="2134" w:type="dxa"/>
          </w:tcPr>
          <w:p w14:paraId="3B9387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CAB3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655E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7EEB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8B2D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774EB2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679012.92</w:t>
            </w:r>
          </w:p>
        </w:tc>
        <w:tc>
          <w:tcPr>
            <w:tcW w:w="1562" w:type="dxa"/>
          </w:tcPr>
          <w:p w14:paraId="2113D0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1430445.14</w:t>
            </w:r>
          </w:p>
        </w:tc>
        <w:tc>
          <w:tcPr>
            <w:tcW w:w="2134" w:type="dxa"/>
          </w:tcPr>
          <w:p w14:paraId="1039B4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D9CD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A113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DD98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258B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4F72B8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679023.41</w:t>
            </w:r>
          </w:p>
        </w:tc>
        <w:tc>
          <w:tcPr>
            <w:tcW w:w="1562" w:type="dxa"/>
          </w:tcPr>
          <w:p w14:paraId="7F1A41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1430448.82</w:t>
            </w:r>
          </w:p>
        </w:tc>
        <w:tc>
          <w:tcPr>
            <w:tcW w:w="2134" w:type="dxa"/>
          </w:tcPr>
          <w:p w14:paraId="2D4D01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363B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895D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E3E1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3F21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14:paraId="55E299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679025.36</w:t>
            </w:r>
          </w:p>
        </w:tc>
        <w:tc>
          <w:tcPr>
            <w:tcW w:w="1562" w:type="dxa"/>
          </w:tcPr>
          <w:p w14:paraId="711508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1430444.12</w:t>
            </w:r>
          </w:p>
        </w:tc>
        <w:tc>
          <w:tcPr>
            <w:tcW w:w="2134" w:type="dxa"/>
          </w:tcPr>
          <w:p w14:paraId="4EF8E6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A7DB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9631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2B23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6177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6641E6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679028.57</w:t>
            </w:r>
          </w:p>
        </w:tc>
        <w:tc>
          <w:tcPr>
            <w:tcW w:w="1562" w:type="dxa"/>
          </w:tcPr>
          <w:p w14:paraId="093E74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1430441.39</w:t>
            </w:r>
          </w:p>
        </w:tc>
        <w:tc>
          <w:tcPr>
            <w:tcW w:w="2134" w:type="dxa"/>
          </w:tcPr>
          <w:p w14:paraId="3C0711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2B1F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7777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39D5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F20B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14:paraId="4AA0F1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679049.38</w:t>
            </w:r>
          </w:p>
        </w:tc>
        <w:tc>
          <w:tcPr>
            <w:tcW w:w="1562" w:type="dxa"/>
          </w:tcPr>
          <w:p w14:paraId="1B678F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1430449.67</w:t>
            </w:r>
          </w:p>
        </w:tc>
        <w:tc>
          <w:tcPr>
            <w:tcW w:w="2134" w:type="dxa"/>
          </w:tcPr>
          <w:p w14:paraId="6EF8C3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7D0A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F99E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BA3A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D087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51DF2F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679057.78</w:t>
            </w:r>
          </w:p>
        </w:tc>
        <w:tc>
          <w:tcPr>
            <w:tcW w:w="1562" w:type="dxa"/>
          </w:tcPr>
          <w:p w14:paraId="7A1DE8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1430432.61</w:t>
            </w:r>
          </w:p>
        </w:tc>
        <w:tc>
          <w:tcPr>
            <w:tcW w:w="2134" w:type="dxa"/>
          </w:tcPr>
          <w:p w14:paraId="68735F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20D6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C286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E17FC6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376D584E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5FDFCD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7DEFCE28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73C4BEDA" w14:textId="77777777"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5DDAA7CE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2864785B" w14:textId="77777777"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316A11D4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4D3AB287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558159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27EC7BC8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36556A58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05DD7EC6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1D552C60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67942C6C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3A792B5D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0278B0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5E52EDEB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2E7E4496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3D19FDC4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292928CA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2B0E8608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6738A0AB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1EEB1A8E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6B073DE3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0FDE12C6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5582F04C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1B49808F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6DD5A578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3839DD49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3C6675AE" w14:textId="77777777" w:rsidR="00A7453F" w:rsidRDefault="00A7453F"/>
    <w:sectPr w:rsidR="00A7453F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DBC25" w14:textId="77777777" w:rsidR="00A7453F" w:rsidRDefault="00A7453F">
      <w:r>
        <w:separator/>
      </w:r>
    </w:p>
  </w:endnote>
  <w:endnote w:type="continuationSeparator" w:id="0">
    <w:p w14:paraId="009A6E86" w14:textId="77777777" w:rsidR="00A7453F" w:rsidRDefault="00A74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C6EAE" w14:textId="77777777" w:rsidR="00A7453F" w:rsidRDefault="00A7453F">
      <w:r>
        <w:separator/>
      </w:r>
    </w:p>
  </w:footnote>
  <w:footnote w:type="continuationSeparator" w:id="0">
    <w:p w14:paraId="568749E1" w14:textId="77777777" w:rsidR="00A7453F" w:rsidRDefault="00A74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7453F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87CC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845E5A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11</TotalTime>
  <Pages>3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Минина Дарья Дмитриевна</cp:lastModifiedBy>
  <cp:revision>26</cp:revision>
  <dcterms:created xsi:type="dcterms:W3CDTF">2019-02-08T11:42:00Z</dcterms:created>
  <dcterms:modified xsi:type="dcterms:W3CDTF">2025-10-24T08:48:00Z</dcterms:modified>
</cp:coreProperties>
</file>